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EF" w:rsidRPr="00040FEF" w:rsidRDefault="00040FEF" w:rsidP="00040FE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de-DE"/>
        </w:rPr>
      </w:pPr>
      <w:bookmarkStart w:id="0" w:name="_GoBack"/>
      <w:bookmarkEnd w:id="0"/>
      <w:r w:rsidRPr="00040FEF">
        <w:rPr>
          <w:rFonts w:ascii="Arial" w:eastAsia="Times New Roman" w:hAnsi="Arial" w:cs="Arial"/>
          <w:b/>
          <w:sz w:val="24"/>
          <w:szCs w:val="28"/>
          <w:lang w:eastAsia="de-DE"/>
        </w:rPr>
        <w:t>Antrag</w:t>
      </w:r>
    </w:p>
    <w:p w:rsidR="00040FEF" w:rsidRPr="00040FEF" w:rsidRDefault="00040FEF" w:rsidP="00040FEF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de-DE"/>
        </w:rPr>
      </w:pPr>
    </w:p>
    <w:p w:rsidR="00040FEF" w:rsidRDefault="00040FEF" w:rsidP="00040FEF">
      <w:pPr>
        <w:tabs>
          <w:tab w:val="left" w:pos="1985"/>
        </w:tabs>
        <w:spacing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auf Verleihung des/der*)</w:t>
      </w: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Kontrollkästchen1"/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bookmarkEnd w:id="1"/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tab/>
        <w:t>Silbernen Brandschutzehrenzeichens am Bande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 für 25 Jahre 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br/>
        <w:t>(Art. 2 Abs. 1 Stufe I des Stiftungserlasses)</w:t>
      </w:r>
    </w:p>
    <w:p w:rsidR="00040FEF" w:rsidRPr="00040FEF" w:rsidRDefault="00040FEF" w:rsidP="00040FEF">
      <w:pPr>
        <w:tabs>
          <w:tab w:val="left" w:pos="8265"/>
        </w:tabs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</w: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tab/>
        <w:t>Goldenen Brandschutzehrenzeichens am Bande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 für 40 Jahre 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(Art. 2 Abs. 1 Stufe II des Stiftungserlasses) </w:t>
      </w: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tab/>
        <w:t>Goldenen (Sonderstufe) Brandschutzehrenzeichens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t>am Bande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 für 50 Jahre 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br/>
        <w:t>(Art. 2 Abs. 1 Sonderstufe des Stiftungserlasses)</w:t>
      </w: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 w:val="18"/>
              <w:default w:val="0"/>
            </w:checkBox>
          </w:ffData>
        </w:fldChar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instrText xml:space="preserve"> FORMCHECKBOX </w:instrText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</w:r>
      <w:r w:rsidR="00D232C3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separate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fldChar w:fldCharType="end"/>
      </w:r>
      <w:r w:rsidRPr="00040FEF">
        <w:rPr>
          <w:rFonts w:ascii="Arial" w:eastAsia="Times New Roman" w:hAnsi="Arial" w:cs="Arial"/>
          <w:b/>
          <w:sz w:val="20"/>
          <w:szCs w:val="20"/>
          <w:lang w:eastAsia="de-DE"/>
        </w:rPr>
        <w:tab/>
        <w:t>Goldenen Ehrennadel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br/>
        <w:t>(Art. 2 Abs. 2 des Stiftungserlasses)</w:t>
      </w:r>
    </w:p>
    <w:p w:rsidR="00040FEF" w:rsidRPr="00040FEF" w:rsidRDefault="00040FEF" w:rsidP="00040FEF">
      <w:pPr>
        <w:spacing w:after="0" w:line="240" w:lineRule="auto"/>
        <w:ind w:left="705" w:hanging="345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Beantragende Stelle: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3685"/>
        <w:gridCol w:w="289"/>
        <w:gridCol w:w="1520"/>
      </w:tblGrid>
      <w:tr w:rsidR="00040FEF" w:rsidRPr="00040FEF" w:rsidTr="003D277E">
        <w:tc>
          <w:tcPr>
            <w:tcW w:w="3510" w:type="dxa"/>
            <w:tcBorders>
              <w:bottom w:val="single" w:sz="4" w:space="0" w:color="auto"/>
            </w:tcBorders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2" w:name="Text1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2"/>
          </w:p>
        </w:tc>
        <w:tc>
          <w:tcPr>
            <w:tcW w:w="284" w:type="dxa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3" w:name="Text2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3"/>
          </w:p>
        </w:tc>
        <w:tc>
          <w:tcPr>
            <w:tcW w:w="289" w:type="dxa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" w:name="Text3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4"/>
          </w:p>
        </w:tc>
      </w:tr>
      <w:tr w:rsidR="00040FEF" w:rsidRPr="00040FEF" w:rsidTr="00151BD6">
        <w:trPr>
          <w:trHeight w:val="340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84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(Ort)</w:t>
            </w:r>
          </w:p>
        </w:tc>
        <w:tc>
          <w:tcPr>
            <w:tcW w:w="289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(Datum)</w:t>
            </w:r>
          </w:p>
        </w:tc>
      </w:tr>
    </w:tbl>
    <w:p w:rsidR="00040FEF" w:rsidRPr="00040FEF" w:rsidRDefault="00040FEF" w:rsidP="00040FEF">
      <w:pPr>
        <w:tabs>
          <w:tab w:val="right" w:pos="751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</w: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 xml:space="preserve">An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4678"/>
      </w:tblGrid>
      <w:tr w:rsidR="00040FEF" w:rsidRPr="00040FEF" w:rsidTr="00040FEF">
        <w:trPr>
          <w:trHeight w:val="34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 Landrätin/den Landrat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040FEF">
        <w:trPr>
          <w:trHeight w:val="34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über</w:t>
      </w:r>
      <w:r w:rsidRPr="00040FEF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footnoteReference w:id="1"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4678"/>
      </w:tblGrid>
      <w:tr w:rsidR="00040FEF" w:rsidRPr="00040FEF" w:rsidTr="00040FEF">
        <w:trPr>
          <w:trHeight w:val="34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Gemeindevorstand/Magistrat</w:t>
            </w:r>
          </w:p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Oberbürgermeisterin/Oberbürgermeister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des/</w:t>
            </w:r>
          </w:p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040FEF">
        <w:trPr>
          <w:trHeight w:val="34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FEF" w:rsidRPr="00040FEF" w:rsidRDefault="00040FEF" w:rsidP="00040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678"/>
        <w:gridCol w:w="283"/>
        <w:gridCol w:w="3828"/>
      </w:tblGrid>
      <w:tr w:rsidR="00040FEF" w:rsidRPr="00040FEF" w:rsidTr="003D277E">
        <w:trPr>
          <w:trHeight w:val="340"/>
        </w:trPr>
        <w:tc>
          <w:tcPr>
            <w:tcW w:w="534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</w:t>
            </w:r>
          </w:p>
        </w:tc>
        <w:tc>
          <w:tcPr>
            <w:tcW w:w="283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3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534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83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(Name, Vorname)</w:t>
            </w:r>
          </w:p>
        </w:tc>
        <w:tc>
          <w:tcPr>
            <w:tcW w:w="283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(Straße, Hausnummer)</w:t>
            </w: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282"/>
        <w:gridCol w:w="282"/>
        <w:gridCol w:w="2230"/>
        <w:gridCol w:w="1132"/>
        <w:gridCol w:w="1701"/>
        <w:gridCol w:w="566"/>
        <w:gridCol w:w="2413"/>
      </w:tblGrid>
      <w:tr w:rsidR="00040FEF" w:rsidRPr="00040FEF" w:rsidTr="003D277E">
        <w:trPr>
          <w:trHeight w:val="340"/>
        </w:trPr>
        <w:tc>
          <w:tcPr>
            <w:tcW w:w="1282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82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132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geb. am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566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(PLZ)</w:t>
            </w:r>
          </w:p>
        </w:tc>
        <w:tc>
          <w:tcPr>
            <w:tcW w:w="282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(Wohnort)</w:t>
            </w:r>
          </w:p>
        </w:tc>
        <w:tc>
          <w:tcPr>
            <w:tcW w:w="1132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66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83"/>
        <w:gridCol w:w="2977"/>
      </w:tblGrid>
      <w:tr w:rsidR="00040FEF" w:rsidRPr="00040FEF" w:rsidTr="003D277E">
        <w:trPr>
          <w:trHeight w:val="340"/>
        </w:trPr>
        <w:tc>
          <w:tcPr>
            <w:tcW w:w="2235" w:type="dxa"/>
          </w:tcPr>
          <w:p w:rsidR="00040FEF" w:rsidRPr="00040FEF" w:rsidRDefault="00040FEF" w:rsidP="00040FEF">
            <w:pPr>
              <w:spacing w:before="120"/>
              <w:rPr>
                <w:rFonts w:ascii="Arial" w:eastAsia="Times New Roman" w:hAnsi="Arial" w:cs="Arial"/>
              </w:rPr>
            </w:pPr>
            <w:r w:rsidRPr="00040FEF">
              <w:rPr>
                <w:rFonts w:ascii="Arial" w:eastAsia="Times New Roman" w:hAnsi="Arial" w:cs="Arial"/>
              </w:rPr>
              <w:t>Staatsangehörigkeit:</w:t>
            </w:r>
          </w:p>
        </w:tc>
        <w:tc>
          <w:tcPr>
            <w:tcW w:w="283" w:type="dxa"/>
          </w:tcPr>
          <w:p w:rsidR="00040FEF" w:rsidRPr="00040FEF" w:rsidRDefault="00040FEF" w:rsidP="00040FEF">
            <w:pPr>
              <w:spacing w:before="120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40FEF" w:rsidRPr="00040FEF" w:rsidRDefault="00040FEF" w:rsidP="00040FEF">
            <w:pPr>
              <w:spacing w:before="120"/>
              <w:rPr>
                <w:rFonts w:ascii="Arial" w:eastAsia="Times New Roman" w:hAnsi="Arial" w:cs="Arial"/>
              </w:rPr>
            </w:pPr>
            <w:r w:rsidRPr="00040FEF">
              <w:rPr>
                <w:rFonts w:ascii="Arial" w:eastAsia="Times New Roman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</w:rPr>
            </w:r>
            <w:r w:rsidRPr="00040FEF">
              <w:rPr>
                <w:rFonts w:ascii="Arial" w:eastAsia="Times New Roman" w:hAnsi="Arial" w:cs="Arial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</w:rPr>
              <w:t> </w:t>
            </w:r>
            <w:r w:rsidRPr="00040FEF">
              <w:rPr>
                <w:rFonts w:ascii="Arial" w:eastAsia="Times New Roman" w:hAnsi="Arial" w:cs="Arial"/>
              </w:rPr>
              <w:fldChar w:fldCharType="end"/>
            </w: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668"/>
        <w:gridCol w:w="3827"/>
        <w:gridCol w:w="425"/>
        <w:gridCol w:w="3827"/>
      </w:tblGrid>
      <w:tr w:rsidR="00040FEF" w:rsidRPr="00040FEF" w:rsidTr="00151BD6">
        <w:trPr>
          <w:trHeight w:val="340"/>
        </w:trPr>
        <w:tc>
          <w:tcPr>
            <w:tcW w:w="1668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Angehörige/r der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425" w:type="dxa"/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5"/>
          </w:p>
        </w:tc>
      </w:tr>
      <w:tr w:rsidR="00040FEF" w:rsidRPr="00040FEF" w:rsidTr="00151BD6">
        <w:trPr>
          <w:trHeight w:val="340"/>
        </w:trPr>
        <w:tc>
          <w:tcPr>
            <w:tcW w:w="1668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(Freiwillige Feuerwehr/Werkfeuerwehr)</w:t>
            </w:r>
          </w:p>
        </w:tc>
        <w:tc>
          <w:tcPr>
            <w:tcW w:w="425" w:type="dxa"/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(Gemeinde/Ortsteil oder Stadt/Stadtteil)</w:t>
            </w:r>
          </w:p>
        </w:tc>
      </w:tr>
    </w:tbl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wird hiermit die Verleihung beantragt.</w:t>
      </w:r>
    </w:p>
    <w:p w:rsidR="00040FEF" w:rsidRPr="00040FEF" w:rsidRDefault="00040FEF" w:rsidP="00040FEF">
      <w:pPr>
        <w:widowControl w:val="0"/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lang w:eastAsia="de-DE"/>
        </w:rPr>
        <w:br w:type="page"/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lastRenderedPageBreak/>
        <w:t>1.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  <w:t>Aufgliederung der Dienstzeit:</w:t>
      </w:r>
    </w:p>
    <w:tbl>
      <w:tblPr>
        <w:tblW w:w="8930" w:type="dxa"/>
        <w:tblInd w:w="374" w:type="dxa"/>
        <w:tblLayout w:type="fixed"/>
        <w:tblLook w:val="04A0" w:firstRow="1" w:lastRow="0" w:firstColumn="1" w:lastColumn="0" w:noHBand="0" w:noVBand="1"/>
      </w:tblPr>
      <w:tblGrid>
        <w:gridCol w:w="397"/>
        <w:gridCol w:w="8533"/>
      </w:tblGrid>
      <w:tr w:rsidR="00040FEF" w:rsidRPr="00040FEF" w:rsidTr="00151BD6">
        <w:trPr>
          <w:trHeight w:val="340"/>
        </w:trPr>
        <w:tc>
          <w:tcPr>
            <w:tcW w:w="397" w:type="dxa"/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1.</w:t>
            </w:r>
          </w:p>
        </w:tc>
        <w:tc>
          <w:tcPr>
            <w:tcW w:w="8533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397" w:type="dxa"/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2.</w:t>
            </w:r>
          </w:p>
        </w:tc>
        <w:tc>
          <w:tcPr>
            <w:tcW w:w="8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397" w:type="dxa"/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3.</w:t>
            </w:r>
          </w:p>
        </w:tc>
        <w:tc>
          <w:tcPr>
            <w:tcW w:w="85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040FEF" w:rsidRPr="00040FEF" w:rsidRDefault="00040FEF" w:rsidP="00040FEF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2. Die zu ehrende Person ist einer Auszeichnung würdig. *)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69"/>
        <w:gridCol w:w="8427"/>
      </w:tblGrid>
      <w:tr w:rsidR="00040FEF" w:rsidRPr="00040FEF" w:rsidTr="003D277E">
        <w:trPr>
          <w:trHeight w:val="340"/>
        </w:trPr>
        <w:tc>
          <w:tcPr>
            <w:tcW w:w="469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6"/>
          </w:p>
        </w:tc>
        <w:tc>
          <w:tcPr>
            <w:tcW w:w="8427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Sie ist nicht vorbestraft. </w:t>
            </w:r>
          </w:p>
        </w:tc>
      </w:tr>
      <w:tr w:rsidR="00040FEF" w:rsidRPr="00040FEF" w:rsidTr="003D277E">
        <w:trPr>
          <w:trHeight w:val="340"/>
        </w:trPr>
        <w:tc>
          <w:tcPr>
            <w:tcW w:w="469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9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7"/>
          </w:p>
        </w:tc>
        <w:tc>
          <w:tcPr>
            <w:tcW w:w="8427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keine Vorstrafen, die sie einer Ehrung unwürdig erscheinen lassen.</w:t>
            </w:r>
          </w:p>
        </w:tc>
      </w:tr>
      <w:tr w:rsidR="00040FEF" w:rsidRPr="00040FEF" w:rsidTr="003D277E">
        <w:trPr>
          <w:trHeight w:val="340"/>
        </w:trPr>
        <w:tc>
          <w:tcPr>
            <w:tcW w:w="469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0"/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="00D232C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  <w:bookmarkEnd w:id="8"/>
          </w:p>
        </w:tc>
        <w:tc>
          <w:tcPr>
            <w:tcW w:w="8427" w:type="dxa"/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 hat folgende Vorstrafen:</w:t>
            </w:r>
          </w:p>
        </w:tc>
      </w:tr>
    </w:tbl>
    <w:p w:rsidR="00040FEF" w:rsidRPr="00040FEF" w:rsidRDefault="00040FEF" w:rsidP="00040FEF">
      <w:pPr>
        <w:widowControl w:val="0"/>
        <w:pBdr>
          <w:bottom w:val="single" w:sz="4" w:space="1" w:color="auto"/>
        </w:pBdr>
        <w:tabs>
          <w:tab w:val="left" w:pos="851"/>
        </w:tabs>
        <w:spacing w:before="120" w:after="0" w:line="240" w:lineRule="auto"/>
        <w:ind w:left="851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instrText xml:space="preserve"> FORMTEXT </w:instrTex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fldChar w:fldCharType="separate"/>
      </w:r>
      <w:r w:rsidRPr="00040FEF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040FEF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040FEF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040FEF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040FEF">
        <w:rPr>
          <w:rFonts w:ascii="Arial" w:eastAsia="Times New Roman" w:hAnsi="Arial" w:cs="Arial"/>
          <w:noProof/>
          <w:sz w:val="20"/>
          <w:szCs w:val="20"/>
          <w:lang w:eastAsia="de-DE"/>
        </w:rPr>
        <w:t> 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fldChar w:fldCharType="end"/>
      </w: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3.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  <w:t>Die zu ehrende Person hat nach den mir vorgelegten Unterlagen regelmäßig am Übungs- und Einsatzdienst teilgenommen. Bedenken gegen die Verleihung des Brandschutzehrenzeichens am Bande in dienstlicher Hinsicht bestehen nicht.</w:t>
      </w: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de-DE"/>
        </w:rPr>
      </w:pPr>
      <w:r w:rsidRPr="00040FEF">
        <w:rPr>
          <w:rFonts w:ascii="Arial" w:eastAsia="Times New Roman" w:hAnsi="Arial" w:cs="Arial"/>
          <w:sz w:val="20"/>
          <w:szCs w:val="20"/>
          <w:lang w:eastAsia="de-DE"/>
        </w:rPr>
        <w:t>4.</w:t>
      </w:r>
      <w:r w:rsidRPr="00040FEF">
        <w:rPr>
          <w:rFonts w:ascii="Arial" w:eastAsia="Times New Roman" w:hAnsi="Arial" w:cs="Arial"/>
          <w:sz w:val="20"/>
          <w:szCs w:val="20"/>
          <w:lang w:eastAsia="de-DE"/>
        </w:rPr>
        <w:tab/>
        <w:t>Für die Verleihung der Goldenen Ehrennadel wird bestätigt, dass die zu ehrende Person in die Ehren- und Altersabteilung übernommen wird oder wurde.</w:t>
      </w: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851"/>
        <w:gridCol w:w="1701"/>
      </w:tblGrid>
      <w:tr w:rsidR="00040FEF" w:rsidRPr="00040FEF" w:rsidTr="003D277E">
        <w:trPr>
          <w:trHeight w:val="340"/>
        </w:trPr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851" w:type="dxa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(Ort)</w:t>
            </w:r>
          </w:p>
        </w:tc>
        <w:tc>
          <w:tcPr>
            <w:tcW w:w="851" w:type="dxa"/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(Datum)</w:t>
            </w:r>
          </w:p>
        </w:tc>
      </w:tr>
    </w:tbl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425"/>
        <w:gridCol w:w="5069"/>
      </w:tblGrid>
      <w:tr w:rsidR="00040FEF" w:rsidRPr="00040FEF" w:rsidTr="003D277E">
        <w:trPr>
          <w:trHeight w:val="340"/>
        </w:trPr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425" w:type="dxa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040FEF" w:rsidRPr="00040FEF" w:rsidRDefault="00040FEF" w:rsidP="00040F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instrText xml:space="preserve"> FORMTEXT </w:instrTex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separate"/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noProof/>
                <w:sz w:val="20"/>
                <w:szCs w:val="20"/>
                <w:lang w:eastAsia="de-DE"/>
              </w:rPr>
              <w:t> </w:t>
            </w: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040FEF" w:rsidRPr="00040FEF" w:rsidTr="00151BD6">
        <w:trPr>
          <w:trHeight w:val="340"/>
        </w:trPr>
        <w:tc>
          <w:tcPr>
            <w:tcW w:w="3794" w:type="dxa"/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(Beantragende Stelle)</w:t>
            </w:r>
          </w:p>
        </w:tc>
        <w:tc>
          <w:tcPr>
            <w:tcW w:w="425" w:type="dxa"/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069" w:type="dxa"/>
            <w:tcBorders>
              <w:top w:val="single" w:sz="4" w:space="0" w:color="auto"/>
            </w:tcBorders>
            <w:vAlign w:val="center"/>
          </w:tcPr>
          <w:p w:rsidR="00040FEF" w:rsidRPr="00040FEF" w:rsidRDefault="00040FEF" w:rsidP="00151BD6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40F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(Gemeindevorstand/Magistrat)</w:t>
            </w:r>
          </w:p>
        </w:tc>
      </w:tr>
    </w:tbl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040FEF" w:rsidRPr="00040FEF" w:rsidRDefault="00040FEF" w:rsidP="00040FEF">
      <w:pPr>
        <w:widowControl w:val="0"/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23B89" w:rsidRPr="00040FEF" w:rsidRDefault="00823B89">
      <w:pPr>
        <w:rPr>
          <w:rFonts w:ascii="Arial" w:hAnsi="Arial" w:cs="Arial"/>
        </w:rPr>
      </w:pPr>
    </w:p>
    <w:sectPr w:rsidR="00823B89" w:rsidRPr="00040FEF" w:rsidSect="00CE05A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2C3" w:rsidRDefault="00D232C3" w:rsidP="00040FEF">
      <w:pPr>
        <w:spacing w:after="0" w:line="240" w:lineRule="auto"/>
      </w:pPr>
      <w:r>
        <w:separator/>
      </w:r>
    </w:p>
  </w:endnote>
  <w:endnote w:type="continuationSeparator" w:id="0">
    <w:p w:rsidR="00D232C3" w:rsidRDefault="00D232C3" w:rsidP="0004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99" w:rsidRPr="000D4C34" w:rsidRDefault="00040FEF">
    <w:pPr>
      <w:pStyle w:val="Fuzeile"/>
      <w:rPr>
        <w:rFonts w:ascii="Arial" w:hAnsi="Arial" w:cs="Arial"/>
        <w:sz w:val="18"/>
      </w:rPr>
    </w:pPr>
    <w:r w:rsidRPr="000D4C34">
      <w:rPr>
        <w:rFonts w:ascii="Arial" w:hAnsi="Arial" w:cs="Arial"/>
        <w:sz w:val="18"/>
      </w:rPr>
      <w:t>*) Zutreffendes ankreuzen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2C3" w:rsidRDefault="00D232C3" w:rsidP="00040FEF">
      <w:pPr>
        <w:spacing w:after="0" w:line="240" w:lineRule="auto"/>
      </w:pPr>
      <w:r>
        <w:separator/>
      </w:r>
    </w:p>
  </w:footnote>
  <w:footnote w:type="continuationSeparator" w:id="0">
    <w:p w:rsidR="00D232C3" w:rsidRDefault="00D232C3" w:rsidP="00040FEF">
      <w:pPr>
        <w:spacing w:after="0" w:line="240" w:lineRule="auto"/>
      </w:pPr>
      <w:r>
        <w:continuationSeparator/>
      </w:r>
    </w:p>
  </w:footnote>
  <w:footnote w:id="1">
    <w:p w:rsidR="00040FEF" w:rsidRPr="00040FEF" w:rsidRDefault="00040FEF" w:rsidP="00040FEF">
      <w:pPr>
        <w:pStyle w:val="Funotentext"/>
        <w:rPr>
          <w:rFonts w:ascii="Arial" w:hAnsi="Arial" w:cs="Arial"/>
        </w:rPr>
      </w:pPr>
      <w:r w:rsidRPr="00040FEF">
        <w:rPr>
          <w:rStyle w:val="Funotenzeichen"/>
          <w:rFonts w:ascii="Arial" w:hAnsi="Arial" w:cs="Arial"/>
        </w:rPr>
        <w:footnoteRef/>
      </w:r>
      <w:r w:rsidRPr="00040FEF">
        <w:rPr>
          <w:rFonts w:ascii="Arial" w:hAnsi="Arial" w:cs="Arial"/>
        </w:rPr>
        <w:t xml:space="preserve"> Nur bei Anträgen für Angehörige von Werkfeuerwehren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7OlUfhhtjHRYsp0kK/hWVoAfQk4=" w:salt="j4/+ZhIcV8xTjJLv76kHW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C3"/>
    <w:rsid w:val="00040FEF"/>
    <w:rsid w:val="000D4C34"/>
    <w:rsid w:val="00151BD6"/>
    <w:rsid w:val="00823B89"/>
    <w:rsid w:val="00BF4A84"/>
    <w:rsid w:val="00D2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40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0FEF"/>
  </w:style>
  <w:style w:type="paragraph" w:styleId="Funotentext">
    <w:name w:val="footnote text"/>
    <w:basedOn w:val="Standard"/>
    <w:link w:val="FunotentextZchn"/>
    <w:uiPriority w:val="99"/>
    <w:semiHidden/>
    <w:unhideWhenUsed/>
    <w:rsid w:val="00040FE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40FE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40FEF"/>
    <w:rPr>
      <w:vertAlign w:val="superscript"/>
    </w:rPr>
  </w:style>
  <w:style w:type="table" w:styleId="Tabellenraster">
    <w:name w:val="Table Grid"/>
    <w:basedOn w:val="NormaleTabelle"/>
    <w:uiPriority w:val="59"/>
    <w:rsid w:val="00040F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0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0F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40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0FEF"/>
  </w:style>
  <w:style w:type="paragraph" w:styleId="Funotentext">
    <w:name w:val="footnote text"/>
    <w:basedOn w:val="Standard"/>
    <w:link w:val="FunotentextZchn"/>
    <w:uiPriority w:val="99"/>
    <w:semiHidden/>
    <w:unhideWhenUsed/>
    <w:rsid w:val="00040FE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40FE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40FEF"/>
    <w:rPr>
      <w:vertAlign w:val="superscript"/>
    </w:rPr>
  </w:style>
  <w:style w:type="table" w:styleId="Tabellenraster">
    <w:name w:val="Table Grid"/>
    <w:basedOn w:val="NormaleTabelle"/>
    <w:uiPriority w:val="59"/>
    <w:rsid w:val="00040F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0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0F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E~1\AppData\Local\Temp\7zOC1288AB8\Antrag-Laufzei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Antrag-Laufzeit.dotx</Template>
  <TotalTime>0</TotalTime>
  <Pages>2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Jeanette (HMdIS)</dc:creator>
  <cp:lastModifiedBy>Müller, Jeanette (HMdIS)</cp:lastModifiedBy>
  <cp:revision>1</cp:revision>
  <cp:lastPrinted>2016-10-31T07:21:00Z</cp:lastPrinted>
  <dcterms:created xsi:type="dcterms:W3CDTF">2017-01-24T12:35:00Z</dcterms:created>
  <dcterms:modified xsi:type="dcterms:W3CDTF">2017-01-24T12:36:00Z</dcterms:modified>
</cp:coreProperties>
</file>